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74" w:rsidRPr="00C3374A" w:rsidRDefault="005F1B5D" w:rsidP="003F5451">
      <w:pPr>
        <w:shd w:val="clear" w:color="auto" w:fill="000000" w:themeFill="text1"/>
        <w:jc w:val="center"/>
        <w:rPr>
          <w:sz w:val="30"/>
        </w:rPr>
      </w:pPr>
      <w:r w:rsidRPr="00C3374A">
        <w:rPr>
          <w:sz w:val="30"/>
        </w:rPr>
        <w:t>Team Roles – Quiz</w:t>
      </w:r>
    </w:p>
    <w:p w:rsidR="005F1B5D" w:rsidRDefault="005F1B5D" w:rsidP="005F1B5D">
      <w:pPr>
        <w:jc w:val="center"/>
      </w:pPr>
    </w:p>
    <w:p w:rsidR="005F1B5D" w:rsidRPr="00C3374A" w:rsidRDefault="005F1B5D" w:rsidP="003F5451">
      <w:pPr>
        <w:pStyle w:val="ListParagraph"/>
        <w:numPr>
          <w:ilvl w:val="0"/>
          <w:numId w:val="1"/>
        </w:numPr>
        <w:spacing w:after="120" w:line="840" w:lineRule="auto"/>
        <w:ind w:left="357" w:hanging="357"/>
        <w:rPr>
          <w:sz w:val="26"/>
        </w:rPr>
      </w:pPr>
      <w:r w:rsidRPr="00C3374A">
        <w:rPr>
          <w:sz w:val="26"/>
        </w:rPr>
        <w:t xml:space="preserve">Who is the leader? </w:t>
      </w:r>
    </w:p>
    <w:p w:rsidR="005F1B5D" w:rsidRPr="00C3374A" w:rsidRDefault="005F1B5D" w:rsidP="003F5451">
      <w:pPr>
        <w:pStyle w:val="ListParagraph"/>
        <w:numPr>
          <w:ilvl w:val="0"/>
          <w:numId w:val="1"/>
        </w:numPr>
        <w:spacing w:after="120" w:line="840" w:lineRule="auto"/>
        <w:ind w:left="357" w:hanging="357"/>
        <w:rPr>
          <w:sz w:val="26"/>
        </w:rPr>
      </w:pPr>
      <w:r w:rsidRPr="00C3374A">
        <w:rPr>
          <w:sz w:val="26"/>
        </w:rPr>
        <w:t xml:space="preserve">Who will check the details? </w:t>
      </w:r>
    </w:p>
    <w:p w:rsidR="005F1B5D" w:rsidRPr="00C3374A" w:rsidRDefault="005F1B5D" w:rsidP="003F5451">
      <w:pPr>
        <w:pStyle w:val="ListParagraph"/>
        <w:numPr>
          <w:ilvl w:val="0"/>
          <w:numId w:val="1"/>
        </w:numPr>
        <w:spacing w:after="120" w:line="840" w:lineRule="auto"/>
        <w:ind w:left="357" w:hanging="357"/>
        <w:rPr>
          <w:sz w:val="26"/>
        </w:rPr>
      </w:pPr>
      <w:r w:rsidRPr="00C3374A">
        <w:rPr>
          <w:sz w:val="26"/>
        </w:rPr>
        <w:t>Who has lo</w:t>
      </w:r>
      <w:r w:rsidR="003F5451" w:rsidRPr="00C3374A">
        <w:rPr>
          <w:sz w:val="26"/>
        </w:rPr>
        <w:t>ts</w:t>
      </w:r>
      <w:r w:rsidRPr="00C3374A">
        <w:rPr>
          <w:sz w:val="26"/>
        </w:rPr>
        <w:t xml:space="preserve"> of expert knowledge? </w:t>
      </w:r>
    </w:p>
    <w:p w:rsidR="005F1B5D" w:rsidRPr="00C3374A" w:rsidRDefault="005F1B5D" w:rsidP="003F5451">
      <w:pPr>
        <w:pStyle w:val="ListParagraph"/>
        <w:numPr>
          <w:ilvl w:val="0"/>
          <w:numId w:val="1"/>
        </w:numPr>
        <w:spacing w:after="120" w:line="840" w:lineRule="auto"/>
        <w:ind w:left="357" w:hanging="357"/>
        <w:rPr>
          <w:sz w:val="26"/>
        </w:rPr>
      </w:pPr>
      <w:r w:rsidRPr="00C3374A">
        <w:rPr>
          <w:sz w:val="26"/>
        </w:rPr>
        <w:t xml:space="preserve">Who might get bored? </w:t>
      </w:r>
      <w:bookmarkStart w:id="0" w:name="_GoBack"/>
      <w:bookmarkEnd w:id="0"/>
    </w:p>
    <w:p w:rsidR="005F1B5D" w:rsidRPr="00C3374A" w:rsidRDefault="005F1B5D" w:rsidP="003F5451">
      <w:pPr>
        <w:pStyle w:val="ListParagraph"/>
        <w:numPr>
          <w:ilvl w:val="0"/>
          <w:numId w:val="1"/>
        </w:numPr>
        <w:spacing w:after="120" w:line="840" w:lineRule="auto"/>
        <w:ind w:left="357" w:hanging="357"/>
        <w:rPr>
          <w:sz w:val="26"/>
        </w:rPr>
      </w:pPr>
      <w:r w:rsidRPr="00C3374A">
        <w:rPr>
          <w:sz w:val="26"/>
        </w:rPr>
        <w:t xml:space="preserve">Who might get everyone a drink </w:t>
      </w:r>
      <w:r w:rsidR="003F5451" w:rsidRPr="00C3374A">
        <w:rPr>
          <w:sz w:val="26"/>
        </w:rPr>
        <w:t xml:space="preserve">or a biscuit </w:t>
      </w:r>
      <w:r w:rsidRPr="00C3374A">
        <w:rPr>
          <w:sz w:val="26"/>
        </w:rPr>
        <w:t xml:space="preserve">when they are stressed? </w:t>
      </w:r>
    </w:p>
    <w:p w:rsidR="005F1B5D" w:rsidRPr="00C3374A" w:rsidRDefault="005F1B5D" w:rsidP="003F5451">
      <w:pPr>
        <w:pStyle w:val="ListParagraph"/>
        <w:numPr>
          <w:ilvl w:val="0"/>
          <w:numId w:val="1"/>
        </w:numPr>
        <w:spacing w:after="120" w:line="840" w:lineRule="auto"/>
        <w:ind w:left="357" w:hanging="357"/>
        <w:rPr>
          <w:sz w:val="26"/>
        </w:rPr>
      </w:pPr>
      <w:r w:rsidRPr="00C3374A">
        <w:rPr>
          <w:sz w:val="26"/>
        </w:rPr>
        <w:t xml:space="preserve">Who might come up with the solution? </w:t>
      </w:r>
    </w:p>
    <w:p w:rsidR="005F1B5D" w:rsidRPr="00C3374A" w:rsidRDefault="005F1B5D" w:rsidP="003F5451">
      <w:pPr>
        <w:pStyle w:val="ListParagraph"/>
        <w:numPr>
          <w:ilvl w:val="0"/>
          <w:numId w:val="1"/>
        </w:numPr>
        <w:spacing w:after="120" w:line="840" w:lineRule="auto"/>
        <w:ind w:left="357" w:hanging="357"/>
        <w:rPr>
          <w:sz w:val="26"/>
        </w:rPr>
      </w:pPr>
      <w:r w:rsidRPr="00C3374A">
        <w:rPr>
          <w:sz w:val="26"/>
        </w:rPr>
        <w:t xml:space="preserve">Who might get annoyed with people? </w:t>
      </w:r>
    </w:p>
    <w:p w:rsidR="005F1B5D" w:rsidRPr="00C3374A" w:rsidRDefault="005F1B5D" w:rsidP="003F5451">
      <w:pPr>
        <w:pStyle w:val="ListParagraph"/>
        <w:numPr>
          <w:ilvl w:val="0"/>
          <w:numId w:val="1"/>
        </w:numPr>
        <w:spacing w:after="120" w:line="840" w:lineRule="auto"/>
        <w:ind w:left="357" w:hanging="357"/>
        <w:rPr>
          <w:sz w:val="26"/>
        </w:rPr>
      </w:pPr>
      <w:r w:rsidRPr="00C3374A">
        <w:rPr>
          <w:sz w:val="26"/>
        </w:rPr>
        <w:t xml:space="preserve">Who might everyone invite to their birthday party? </w:t>
      </w:r>
    </w:p>
    <w:p w:rsidR="005F1B5D" w:rsidRPr="00C3374A" w:rsidRDefault="005F1B5D" w:rsidP="003F5451">
      <w:pPr>
        <w:pStyle w:val="ListParagraph"/>
        <w:numPr>
          <w:ilvl w:val="0"/>
          <w:numId w:val="1"/>
        </w:numPr>
        <w:spacing w:after="120" w:line="840" w:lineRule="auto"/>
        <w:ind w:left="357" w:hanging="357"/>
        <w:rPr>
          <w:sz w:val="26"/>
        </w:rPr>
      </w:pPr>
      <w:r w:rsidRPr="00C3374A">
        <w:rPr>
          <w:sz w:val="26"/>
        </w:rPr>
        <w:t xml:space="preserve">Who might annoy other people? </w:t>
      </w:r>
    </w:p>
    <w:p w:rsidR="005F1B5D" w:rsidRPr="00C3374A" w:rsidRDefault="003F5451" w:rsidP="003F5451">
      <w:pPr>
        <w:pStyle w:val="ListParagraph"/>
        <w:numPr>
          <w:ilvl w:val="0"/>
          <w:numId w:val="1"/>
        </w:numPr>
        <w:spacing w:after="120" w:line="840" w:lineRule="auto"/>
        <w:ind w:left="357" w:hanging="357"/>
        <w:rPr>
          <w:sz w:val="26"/>
        </w:rPr>
      </w:pPr>
      <w:r w:rsidRPr="00C3374A">
        <w:rPr>
          <w:sz w:val="26"/>
        </w:rPr>
        <w:t xml:space="preserve">Who might encourage other people to keep going when they are tired? </w:t>
      </w:r>
    </w:p>
    <w:sectPr w:rsidR="005F1B5D" w:rsidRPr="00C3374A" w:rsidSect="00F62F1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D29D2"/>
    <w:multiLevelType w:val="hybridMultilevel"/>
    <w:tmpl w:val="434AD6B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B5D"/>
    <w:rsid w:val="00370853"/>
    <w:rsid w:val="003F5451"/>
    <w:rsid w:val="005F1B5D"/>
    <w:rsid w:val="007061E6"/>
    <w:rsid w:val="009C1174"/>
    <w:rsid w:val="00C3374A"/>
    <w:rsid w:val="00F6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1B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1B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CE8CD-B300-4541-A847-6669A8FCD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1F30530</Template>
  <TotalTime>17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2</cp:revision>
  <dcterms:created xsi:type="dcterms:W3CDTF">2017-05-05T09:48:00Z</dcterms:created>
  <dcterms:modified xsi:type="dcterms:W3CDTF">2017-05-05T10:05:00Z</dcterms:modified>
</cp:coreProperties>
</file>